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F9" w:rsidRPr="004F7CB3" w:rsidRDefault="005517F9" w:rsidP="009409E7">
      <w:pPr>
        <w:jc w:val="center"/>
        <w:rPr>
          <w:sz w:val="36"/>
          <w:szCs w:val="36"/>
        </w:rPr>
      </w:pPr>
      <w:r>
        <w:rPr>
          <w:noProof/>
          <w:lang w:val="en-IE" w:eastAsia="en-I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pt;margin-top:-51pt;width:70.75pt;height:81pt;z-index:251658240;mso-wrap-distance-left:2.88pt;mso-wrap-distance-top:2.88pt;mso-wrap-distance-right:2.88pt;mso-wrap-distance-bottom:2.88pt" fillcolor="black" strokeweight="0" insetpen="t" o:cliptowrap="t">
            <v:imagedata r:id="rId5" o:title=""/>
            <v:shadow color="#ccc"/>
          </v:shape>
        </w:pict>
      </w:r>
      <w:r w:rsidRPr="004F7CB3">
        <w:rPr>
          <w:sz w:val="36"/>
          <w:szCs w:val="36"/>
        </w:rPr>
        <w:t xml:space="preserve">Scoil  Íosagáin, Fearann Rí, </w:t>
      </w:r>
      <w:smartTag w:uri="urn:schemas-microsoft-com:office:smarttags" w:element="City">
        <w:smartTag w:uri="urn:schemas-microsoft-com:office:smarttags" w:element="place">
          <w:r w:rsidRPr="004F7CB3">
            <w:rPr>
              <w:sz w:val="36"/>
              <w:szCs w:val="36"/>
            </w:rPr>
            <w:t>Cork</w:t>
          </w:r>
        </w:smartTag>
      </w:smartTag>
      <w:r w:rsidRPr="004F7CB3">
        <w:rPr>
          <w:sz w:val="36"/>
          <w:szCs w:val="36"/>
        </w:rPr>
        <w:t>.</w:t>
      </w:r>
    </w:p>
    <w:p w:rsidR="005517F9" w:rsidRDefault="005517F9" w:rsidP="00F46472">
      <w:pPr>
        <w:ind w:left="1440" w:firstLine="720"/>
        <w:rPr>
          <w:b/>
          <w:i/>
          <w:sz w:val="44"/>
          <w:szCs w:val="44"/>
          <w:u w:val="single"/>
        </w:rPr>
      </w:pPr>
      <w:r>
        <w:rPr>
          <w:b/>
          <w:i/>
          <w:sz w:val="44"/>
          <w:szCs w:val="44"/>
          <w:u w:val="single"/>
        </w:rPr>
        <w:t>Parental Complaints Procedure</w:t>
      </w:r>
    </w:p>
    <w:p w:rsidR="005517F9" w:rsidRDefault="005517F9" w:rsidP="00F46472">
      <w:pPr>
        <w:ind w:left="1440" w:firstLine="720"/>
        <w:rPr>
          <w:b/>
          <w:i/>
          <w:sz w:val="44"/>
          <w:szCs w:val="44"/>
          <w:u w:val="single"/>
        </w:rPr>
      </w:pPr>
    </w:p>
    <w:p w:rsidR="005517F9" w:rsidRDefault="005517F9" w:rsidP="009409E7">
      <w:pPr>
        <w:shd w:val="clear" w:color="auto" w:fill="FDE9D9"/>
        <w:rPr>
          <w:b/>
          <w:sz w:val="24"/>
          <w:szCs w:val="24"/>
        </w:rPr>
      </w:pPr>
      <w:r>
        <w:rPr>
          <w:b/>
          <w:sz w:val="24"/>
          <w:szCs w:val="24"/>
        </w:rPr>
        <w:t>CPSMA/INTO   Agreed Parental Complaints Procedure as adopted by the Board of Management of Scoil  Íosagáin on Monday, 17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November 2014:</w:t>
      </w:r>
    </w:p>
    <w:p w:rsidR="005517F9" w:rsidRDefault="005517F9" w:rsidP="009409E7">
      <w:pPr>
        <w:shd w:val="clear" w:color="auto" w:fill="FDE9D9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This procedure is subject to periodic review.   The Board of Management will check with the CPSMA office and/or </w:t>
      </w:r>
      <w:hyperlink r:id="rId6" w:history="1">
        <w:r>
          <w:rPr>
            <w:rStyle w:val="Hyperlink"/>
            <w:b/>
            <w:sz w:val="24"/>
            <w:szCs w:val="24"/>
          </w:rPr>
          <w:t>www.cpsma.ie</w:t>
        </w:r>
      </w:hyperlink>
      <w:r>
        <w:rPr>
          <w:b/>
          <w:sz w:val="24"/>
          <w:szCs w:val="24"/>
        </w:rPr>
        <w:t xml:space="preserve"> for updates and advice as to how to proceed to deal with such complaints</w:t>
      </w:r>
      <w:r>
        <w:rPr>
          <w:b/>
          <w:sz w:val="20"/>
          <w:szCs w:val="20"/>
        </w:rPr>
        <w:t>.</w:t>
      </w:r>
    </w:p>
    <w:p w:rsidR="005517F9" w:rsidRDefault="005517F9" w:rsidP="009409E7">
      <w:pPr>
        <w:spacing w:after="0"/>
        <w:rPr>
          <w:b/>
          <w:sz w:val="24"/>
          <w:szCs w:val="24"/>
        </w:rPr>
      </w:pPr>
    </w:p>
    <w:p w:rsidR="005517F9" w:rsidRPr="00933AD3" w:rsidRDefault="005517F9" w:rsidP="009409E7">
      <w:pPr>
        <w:spacing w:after="0"/>
        <w:rPr>
          <w:b/>
          <w:sz w:val="24"/>
          <w:szCs w:val="24"/>
        </w:rPr>
      </w:pPr>
      <w:r w:rsidRPr="00933AD3">
        <w:rPr>
          <w:b/>
          <w:sz w:val="24"/>
          <w:szCs w:val="24"/>
        </w:rPr>
        <w:t>Introduction:</w:t>
      </w:r>
    </w:p>
    <w:p w:rsidR="005517F9" w:rsidRPr="00933AD3" w:rsidRDefault="005517F9" w:rsidP="009409E7">
      <w:pPr>
        <w:spacing w:after="0"/>
        <w:rPr>
          <w:b/>
          <w:sz w:val="24"/>
          <w:szCs w:val="24"/>
        </w:rPr>
      </w:pPr>
    </w:p>
    <w:p w:rsidR="005517F9" w:rsidRPr="00933AD3" w:rsidRDefault="005517F9" w:rsidP="009409E7">
      <w:p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 xml:space="preserve">Only those complaints about teachers which are written and signed by parents/guardians of pupils may be investigated formally </w:t>
      </w:r>
      <w:r>
        <w:rPr>
          <w:sz w:val="24"/>
          <w:szCs w:val="24"/>
        </w:rPr>
        <w:t>by the Board of M</w:t>
      </w:r>
      <w:r w:rsidRPr="00933AD3">
        <w:rPr>
          <w:sz w:val="24"/>
          <w:szCs w:val="24"/>
        </w:rPr>
        <w:t>anagement, except where those complaints are deemed by the Board to be:</w:t>
      </w:r>
    </w:p>
    <w:p w:rsidR="005517F9" w:rsidRPr="00933AD3" w:rsidRDefault="005517F9" w:rsidP="009409E7">
      <w:pPr>
        <w:spacing w:after="0"/>
        <w:rPr>
          <w:sz w:val="24"/>
          <w:szCs w:val="24"/>
        </w:rPr>
      </w:pPr>
    </w:p>
    <w:p w:rsidR="005517F9" w:rsidRPr="00933AD3" w:rsidRDefault="005517F9" w:rsidP="009409E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On matters of professional competence and which are to be referred to the Department of Education;</w:t>
      </w:r>
    </w:p>
    <w:p w:rsidR="005517F9" w:rsidRPr="00933AD3" w:rsidRDefault="005517F9" w:rsidP="009409E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Frivolous or vexatious complaints and complaints which do not impinge on the work of a teacher in the school;</w:t>
      </w:r>
    </w:p>
    <w:p w:rsidR="005517F9" w:rsidRPr="00933AD3" w:rsidRDefault="005517F9" w:rsidP="009409E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Complaints in which either party has recourse to law or to another existing procedure.</w:t>
      </w:r>
    </w:p>
    <w:p w:rsidR="005517F9" w:rsidRPr="00933AD3" w:rsidRDefault="005517F9" w:rsidP="009409E7">
      <w:pPr>
        <w:spacing w:after="0"/>
        <w:ind w:left="360"/>
        <w:rPr>
          <w:sz w:val="24"/>
          <w:szCs w:val="24"/>
        </w:rPr>
      </w:pPr>
    </w:p>
    <w:p w:rsidR="005517F9" w:rsidRPr="00933AD3" w:rsidRDefault="005517F9" w:rsidP="009409E7">
      <w:p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Unwritten complaints not in the above categories may be processed informally as set out in Stage 1 of this procedure.</w:t>
      </w:r>
    </w:p>
    <w:p w:rsidR="005517F9" w:rsidRPr="00933AD3" w:rsidRDefault="005517F9" w:rsidP="009409E7">
      <w:pPr>
        <w:spacing w:after="0"/>
        <w:rPr>
          <w:sz w:val="24"/>
          <w:szCs w:val="24"/>
        </w:rPr>
      </w:pPr>
    </w:p>
    <w:p w:rsidR="005517F9" w:rsidRPr="00933AD3" w:rsidRDefault="005517F9" w:rsidP="009409E7">
      <w:pPr>
        <w:spacing w:after="0"/>
        <w:rPr>
          <w:b/>
          <w:sz w:val="24"/>
          <w:szCs w:val="24"/>
        </w:rPr>
      </w:pPr>
      <w:r w:rsidRPr="00933AD3">
        <w:rPr>
          <w:b/>
          <w:sz w:val="24"/>
          <w:szCs w:val="24"/>
        </w:rPr>
        <w:t>Stage 1</w:t>
      </w:r>
    </w:p>
    <w:p w:rsidR="005517F9" w:rsidRPr="00C74AFE" w:rsidRDefault="005517F9" w:rsidP="00C74AFE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 w:rsidRPr="00933AD3">
        <w:t>A parent/guardian who wished to make a complaint should, unless there are local arrangements to  the contrary, approach the class teacher with a view to resolving the complaint.</w:t>
      </w:r>
    </w:p>
    <w:p w:rsidR="005517F9" w:rsidRPr="00933AD3" w:rsidRDefault="005517F9" w:rsidP="00C74AFE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1.2  </w:t>
      </w:r>
      <w:r w:rsidRPr="00933AD3">
        <w:rPr>
          <w:sz w:val="24"/>
          <w:szCs w:val="24"/>
        </w:rPr>
        <w:t xml:space="preserve">Where the parent/guardian is unable to resolve the complaint with the class teacher </w:t>
      </w:r>
      <w:r>
        <w:rPr>
          <w:sz w:val="24"/>
          <w:szCs w:val="24"/>
        </w:rPr>
        <w:t xml:space="preserve">she/he should </w:t>
      </w:r>
      <w:r w:rsidRPr="00933AD3">
        <w:rPr>
          <w:sz w:val="24"/>
          <w:szCs w:val="24"/>
        </w:rPr>
        <w:t>approach the principal teacher with a view to resolving it.</w:t>
      </w:r>
    </w:p>
    <w:p w:rsidR="005517F9" w:rsidRPr="00933AD3" w:rsidRDefault="005517F9" w:rsidP="009409E7">
      <w:p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1.3</w:t>
      </w:r>
      <w:r w:rsidRPr="00933AD3">
        <w:rPr>
          <w:sz w:val="24"/>
          <w:szCs w:val="24"/>
        </w:rPr>
        <w:tab/>
        <w:t>If the complaint is still unresolved the parent/guardian should raise th</w:t>
      </w:r>
      <w:r>
        <w:rPr>
          <w:sz w:val="24"/>
          <w:szCs w:val="24"/>
        </w:rPr>
        <w:t xml:space="preserve">e matter with the </w:t>
      </w:r>
      <w:r>
        <w:rPr>
          <w:sz w:val="24"/>
          <w:szCs w:val="24"/>
        </w:rPr>
        <w:tab/>
        <w:t>chairperson of the Board of M</w:t>
      </w:r>
      <w:r w:rsidRPr="00933AD3">
        <w:rPr>
          <w:sz w:val="24"/>
          <w:szCs w:val="24"/>
        </w:rPr>
        <w:t>anagement with a view to resolving it.</w:t>
      </w:r>
    </w:p>
    <w:p w:rsidR="005517F9" w:rsidRPr="00933AD3" w:rsidRDefault="005517F9" w:rsidP="009409E7">
      <w:pPr>
        <w:spacing w:after="0"/>
        <w:rPr>
          <w:b/>
          <w:sz w:val="24"/>
          <w:szCs w:val="24"/>
        </w:rPr>
      </w:pPr>
    </w:p>
    <w:p w:rsidR="005517F9" w:rsidRDefault="005517F9" w:rsidP="009409E7">
      <w:pPr>
        <w:spacing w:after="0"/>
        <w:rPr>
          <w:b/>
          <w:sz w:val="24"/>
          <w:szCs w:val="24"/>
        </w:rPr>
      </w:pPr>
    </w:p>
    <w:p w:rsidR="005517F9" w:rsidRDefault="005517F9" w:rsidP="009409E7">
      <w:pPr>
        <w:spacing w:after="0"/>
        <w:rPr>
          <w:b/>
          <w:sz w:val="24"/>
          <w:szCs w:val="24"/>
        </w:rPr>
      </w:pPr>
    </w:p>
    <w:p w:rsidR="005517F9" w:rsidRDefault="005517F9" w:rsidP="009409E7">
      <w:pPr>
        <w:spacing w:after="0"/>
        <w:rPr>
          <w:b/>
          <w:sz w:val="24"/>
          <w:szCs w:val="24"/>
        </w:rPr>
      </w:pPr>
    </w:p>
    <w:p w:rsidR="005517F9" w:rsidRPr="00933AD3" w:rsidRDefault="005517F9" w:rsidP="009409E7">
      <w:pPr>
        <w:spacing w:after="0"/>
        <w:rPr>
          <w:b/>
          <w:sz w:val="24"/>
          <w:szCs w:val="24"/>
        </w:rPr>
      </w:pPr>
      <w:r w:rsidRPr="00933AD3">
        <w:rPr>
          <w:b/>
          <w:sz w:val="24"/>
          <w:szCs w:val="24"/>
        </w:rPr>
        <w:t>Stage 2</w:t>
      </w:r>
    </w:p>
    <w:p w:rsidR="005517F9" w:rsidRPr="00933AD3" w:rsidRDefault="005517F9" w:rsidP="00C74AFE">
      <w:pPr>
        <w:spacing w:after="0"/>
        <w:ind w:left="720" w:hanging="720"/>
        <w:rPr>
          <w:sz w:val="24"/>
          <w:szCs w:val="24"/>
        </w:rPr>
      </w:pPr>
      <w:r w:rsidRPr="00933AD3">
        <w:rPr>
          <w:sz w:val="24"/>
          <w:szCs w:val="24"/>
        </w:rPr>
        <w:t>2.1</w:t>
      </w:r>
      <w:r w:rsidRPr="00933AD3">
        <w:rPr>
          <w:sz w:val="24"/>
          <w:szCs w:val="24"/>
        </w:rPr>
        <w:tab/>
        <w:t xml:space="preserve"> If the complaint is still unresolved and the parent/guardian wished to pursue the matter </w:t>
      </w:r>
      <w:r>
        <w:rPr>
          <w:sz w:val="24"/>
          <w:szCs w:val="24"/>
        </w:rPr>
        <w:t xml:space="preserve">further </w:t>
      </w:r>
      <w:r w:rsidRPr="00933AD3">
        <w:rPr>
          <w:sz w:val="24"/>
          <w:szCs w:val="24"/>
        </w:rPr>
        <w:t>she/he   should lodge the complaint in writi</w:t>
      </w:r>
      <w:r>
        <w:rPr>
          <w:sz w:val="24"/>
          <w:szCs w:val="24"/>
        </w:rPr>
        <w:t>ng with the chairperson of the Board of M</w:t>
      </w:r>
      <w:r w:rsidRPr="00933AD3">
        <w:rPr>
          <w:sz w:val="24"/>
          <w:szCs w:val="24"/>
        </w:rPr>
        <w:t>anagement.</w:t>
      </w:r>
    </w:p>
    <w:p w:rsidR="005517F9" w:rsidRPr="00933AD3" w:rsidRDefault="005517F9" w:rsidP="00C74AFE">
      <w:pPr>
        <w:spacing w:after="0"/>
        <w:ind w:left="720" w:hanging="720"/>
        <w:rPr>
          <w:sz w:val="24"/>
          <w:szCs w:val="24"/>
        </w:rPr>
      </w:pPr>
      <w:r w:rsidRPr="00933AD3">
        <w:rPr>
          <w:sz w:val="24"/>
          <w:szCs w:val="24"/>
        </w:rPr>
        <w:t>2.2</w:t>
      </w:r>
      <w:r w:rsidRPr="00933AD3">
        <w:rPr>
          <w:sz w:val="24"/>
          <w:szCs w:val="24"/>
        </w:rPr>
        <w:tab/>
        <w:t xml:space="preserve"> The chai</w:t>
      </w:r>
      <w:r>
        <w:rPr>
          <w:sz w:val="24"/>
          <w:szCs w:val="24"/>
        </w:rPr>
        <w:t>rperson should br</w:t>
      </w:r>
      <w:r w:rsidRPr="00933AD3">
        <w:rPr>
          <w:sz w:val="24"/>
          <w:szCs w:val="24"/>
        </w:rPr>
        <w:t xml:space="preserve">ing the precise nature of the written complaint to the notice of the </w:t>
      </w:r>
      <w:r w:rsidRPr="00933AD3">
        <w:rPr>
          <w:sz w:val="24"/>
          <w:szCs w:val="24"/>
        </w:rPr>
        <w:tab/>
        <w:t>teacher and seek to resolve the matter between the parties with</w:t>
      </w:r>
      <w:r>
        <w:rPr>
          <w:sz w:val="24"/>
          <w:szCs w:val="24"/>
        </w:rPr>
        <w:t>in</w:t>
      </w:r>
      <w:r w:rsidRPr="00933AD3">
        <w:rPr>
          <w:sz w:val="24"/>
          <w:szCs w:val="24"/>
        </w:rPr>
        <w:t xml:space="preserve"> 5 days of receipt of the written </w:t>
      </w:r>
      <w:r w:rsidRPr="00933AD3">
        <w:rPr>
          <w:sz w:val="24"/>
          <w:szCs w:val="24"/>
        </w:rPr>
        <w:tab/>
        <w:t>complaint.</w:t>
      </w:r>
    </w:p>
    <w:p w:rsidR="005517F9" w:rsidRDefault="005517F9" w:rsidP="009409E7">
      <w:pPr>
        <w:spacing w:after="0"/>
        <w:rPr>
          <w:b/>
          <w:sz w:val="24"/>
          <w:szCs w:val="24"/>
        </w:rPr>
      </w:pPr>
    </w:p>
    <w:p w:rsidR="005517F9" w:rsidRPr="00933AD3" w:rsidRDefault="005517F9" w:rsidP="009409E7">
      <w:pPr>
        <w:spacing w:after="0"/>
        <w:rPr>
          <w:b/>
          <w:sz w:val="24"/>
          <w:szCs w:val="24"/>
        </w:rPr>
      </w:pPr>
      <w:r w:rsidRPr="00933AD3">
        <w:rPr>
          <w:b/>
          <w:sz w:val="24"/>
          <w:szCs w:val="24"/>
        </w:rPr>
        <w:t>Stage 3</w:t>
      </w:r>
    </w:p>
    <w:p w:rsidR="005517F9" w:rsidRPr="00933AD3" w:rsidRDefault="005517F9" w:rsidP="00C74AFE">
      <w:pPr>
        <w:spacing w:after="0"/>
        <w:ind w:left="720" w:hanging="720"/>
        <w:rPr>
          <w:sz w:val="24"/>
          <w:szCs w:val="24"/>
        </w:rPr>
      </w:pPr>
      <w:r w:rsidRPr="00933AD3">
        <w:rPr>
          <w:sz w:val="24"/>
          <w:szCs w:val="24"/>
        </w:rPr>
        <w:t>3.1</w:t>
      </w:r>
      <w:r w:rsidRPr="00933AD3">
        <w:rPr>
          <w:sz w:val="24"/>
          <w:szCs w:val="24"/>
        </w:rPr>
        <w:tab/>
        <w:t xml:space="preserve">If the complaint is not resolved informally, the chairperson should, subject to the </w:t>
      </w:r>
      <w:r>
        <w:rPr>
          <w:sz w:val="24"/>
          <w:szCs w:val="24"/>
        </w:rPr>
        <w:t xml:space="preserve">general </w:t>
      </w:r>
      <w:r w:rsidRPr="00933AD3">
        <w:rPr>
          <w:sz w:val="24"/>
          <w:szCs w:val="24"/>
        </w:rPr>
        <w:t>authorisation of the Board and except in those cases where the c</w:t>
      </w:r>
      <w:r>
        <w:rPr>
          <w:sz w:val="24"/>
          <w:szCs w:val="24"/>
        </w:rPr>
        <w:t xml:space="preserve">hairperson deems the particular </w:t>
      </w:r>
      <w:r w:rsidRPr="00933AD3">
        <w:rPr>
          <w:sz w:val="24"/>
          <w:szCs w:val="24"/>
        </w:rPr>
        <w:t>authorisation of the Board to be required.</w:t>
      </w:r>
    </w:p>
    <w:p w:rsidR="005517F9" w:rsidRPr="00933AD3" w:rsidRDefault="005517F9" w:rsidP="009409E7">
      <w:p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ab/>
        <w:t>(a) Supply the teacher with a copy of the written complaint and</w:t>
      </w:r>
    </w:p>
    <w:p w:rsidR="005517F9" w:rsidRPr="00933AD3" w:rsidRDefault="005517F9" w:rsidP="00C74AFE">
      <w:pPr>
        <w:spacing w:after="0"/>
        <w:ind w:left="720"/>
        <w:rPr>
          <w:sz w:val="24"/>
          <w:szCs w:val="24"/>
        </w:rPr>
      </w:pPr>
      <w:r w:rsidRPr="00933AD3">
        <w:rPr>
          <w:sz w:val="24"/>
          <w:szCs w:val="24"/>
        </w:rPr>
        <w:t xml:space="preserve">(b) arrange a meeting with the teacher and, where applicable, the principal teacher with </w:t>
      </w:r>
      <w:r>
        <w:rPr>
          <w:sz w:val="24"/>
          <w:szCs w:val="24"/>
        </w:rPr>
        <w:t xml:space="preserve">a view to </w:t>
      </w:r>
      <w:r w:rsidRPr="00933AD3">
        <w:rPr>
          <w:sz w:val="24"/>
          <w:szCs w:val="24"/>
        </w:rPr>
        <w:t xml:space="preserve">resolving the complaint.   Such a meeting should take place within 10 days of receipt of the written </w:t>
      </w:r>
      <w:r w:rsidRPr="00933AD3">
        <w:rPr>
          <w:sz w:val="24"/>
          <w:szCs w:val="24"/>
        </w:rPr>
        <w:tab/>
        <w:t>complaint.</w:t>
      </w:r>
    </w:p>
    <w:p w:rsidR="005517F9" w:rsidRPr="00933AD3" w:rsidRDefault="005517F9" w:rsidP="009409E7">
      <w:pPr>
        <w:spacing w:after="0"/>
        <w:rPr>
          <w:b/>
          <w:sz w:val="24"/>
          <w:szCs w:val="24"/>
        </w:rPr>
      </w:pPr>
    </w:p>
    <w:p w:rsidR="005517F9" w:rsidRPr="00933AD3" w:rsidRDefault="005517F9" w:rsidP="009409E7">
      <w:pPr>
        <w:spacing w:after="0"/>
        <w:rPr>
          <w:b/>
          <w:sz w:val="24"/>
          <w:szCs w:val="24"/>
        </w:rPr>
      </w:pPr>
      <w:r w:rsidRPr="00933AD3">
        <w:rPr>
          <w:b/>
          <w:sz w:val="24"/>
          <w:szCs w:val="24"/>
        </w:rPr>
        <w:t>Stage 4</w:t>
      </w:r>
    </w:p>
    <w:p w:rsidR="005517F9" w:rsidRPr="00933AD3" w:rsidRDefault="005517F9" w:rsidP="009E315C">
      <w:pPr>
        <w:spacing w:after="0"/>
        <w:ind w:left="720" w:hanging="720"/>
        <w:rPr>
          <w:sz w:val="24"/>
          <w:szCs w:val="24"/>
        </w:rPr>
      </w:pPr>
      <w:r w:rsidRPr="00933AD3">
        <w:rPr>
          <w:sz w:val="24"/>
          <w:szCs w:val="24"/>
        </w:rPr>
        <w:t>4.1</w:t>
      </w:r>
      <w:r w:rsidRPr="00933AD3">
        <w:rPr>
          <w:sz w:val="24"/>
          <w:szCs w:val="24"/>
        </w:rPr>
        <w:tab/>
        <w:t xml:space="preserve">If the complaint is still not resolved the chairperson would make a formal report to the </w:t>
      </w:r>
      <w:r>
        <w:rPr>
          <w:sz w:val="24"/>
          <w:szCs w:val="24"/>
        </w:rPr>
        <w:t xml:space="preserve">Board within </w:t>
      </w:r>
      <w:r w:rsidRPr="00933AD3">
        <w:rPr>
          <w:sz w:val="24"/>
          <w:szCs w:val="24"/>
        </w:rPr>
        <w:t>10 days of the meeting  referred to in 3.2 (b).</w:t>
      </w:r>
    </w:p>
    <w:p w:rsidR="005517F9" w:rsidRPr="00933AD3" w:rsidRDefault="005517F9" w:rsidP="009E315C">
      <w:pPr>
        <w:spacing w:after="0"/>
        <w:ind w:left="720" w:hanging="720"/>
        <w:rPr>
          <w:sz w:val="24"/>
          <w:szCs w:val="24"/>
        </w:rPr>
      </w:pPr>
      <w:r w:rsidRPr="00933AD3">
        <w:rPr>
          <w:sz w:val="24"/>
          <w:szCs w:val="24"/>
        </w:rPr>
        <w:t>4.2</w:t>
      </w:r>
      <w:r w:rsidRPr="00933AD3">
        <w:rPr>
          <w:sz w:val="24"/>
          <w:szCs w:val="24"/>
        </w:rPr>
        <w:tab/>
        <w:t xml:space="preserve">If the Board considers that the complaint is not substantiated the teacher and the </w:t>
      </w:r>
      <w:r>
        <w:rPr>
          <w:sz w:val="24"/>
          <w:szCs w:val="24"/>
        </w:rPr>
        <w:t xml:space="preserve">complainant should </w:t>
      </w:r>
      <w:r w:rsidRPr="00933AD3">
        <w:rPr>
          <w:sz w:val="24"/>
          <w:szCs w:val="24"/>
        </w:rPr>
        <w:t>be so informed with 3 days of the Board meeting.</w:t>
      </w:r>
    </w:p>
    <w:p w:rsidR="005517F9" w:rsidRPr="00933AD3" w:rsidRDefault="005517F9" w:rsidP="009E315C">
      <w:pPr>
        <w:spacing w:after="0"/>
        <w:ind w:left="720" w:hanging="720"/>
        <w:rPr>
          <w:sz w:val="24"/>
          <w:szCs w:val="24"/>
        </w:rPr>
      </w:pPr>
      <w:r w:rsidRPr="00933AD3">
        <w:rPr>
          <w:sz w:val="24"/>
          <w:szCs w:val="24"/>
        </w:rPr>
        <w:t>4.3</w:t>
      </w:r>
      <w:r w:rsidRPr="00933AD3">
        <w:rPr>
          <w:sz w:val="24"/>
          <w:szCs w:val="24"/>
        </w:rPr>
        <w:tab/>
        <w:t xml:space="preserve">If the Board considers that the complaint is substantiated or that it warrants further </w:t>
      </w:r>
      <w:r>
        <w:rPr>
          <w:sz w:val="24"/>
          <w:szCs w:val="24"/>
        </w:rPr>
        <w:t xml:space="preserve">investigation it </w:t>
      </w:r>
      <w:r w:rsidRPr="00933AD3">
        <w:rPr>
          <w:sz w:val="24"/>
          <w:szCs w:val="24"/>
        </w:rPr>
        <w:t>proceeds as follows:</w:t>
      </w:r>
    </w:p>
    <w:p w:rsidR="005517F9" w:rsidRPr="00933AD3" w:rsidRDefault="005517F9" w:rsidP="009409E7">
      <w:pPr>
        <w:pStyle w:val="ListParagraph"/>
        <w:spacing w:after="0"/>
        <w:rPr>
          <w:sz w:val="24"/>
          <w:szCs w:val="24"/>
        </w:rPr>
      </w:pPr>
    </w:p>
    <w:p w:rsidR="005517F9" w:rsidRPr="00933AD3" w:rsidRDefault="005517F9" w:rsidP="009409E7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The teacher should be informed that the investigation is proceeding to the next stage;</w:t>
      </w:r>
    </w:p>
    <w:p w:rsidR="005517F9" w:rsidRPr="00933AD3" w:rsidRDefault="005517F9" w:rsidP="009409E7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The teacher should be supplied with a copy of any written evidence in support of the complaint;</w:t>
      </w:r>
    </w:p>
    <w:p w:rsidR="005517F9" w:rsidRPr="00933AD3" w:rsidRDefault="005517F9" w:rsidP="009409E7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The teacher should be requested to supply a written statement to the Board in response to the complaint;</w:t>
      </w:r>
    </w:p>
    <w:p w:rsidR="005517F9" w:rsidRPr="00933AD3" w:rsidRDefault="005517F9" w:rsidP="009409E7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The teacher should be afforded an opportunity to make a presentation of case to the Board.   The teacher would be entitled to be accompanied and assisted by a friend at any such meeting;</w:t>
      </w:r>
    </w:p>
    <w:p w:rsidR="005517F9" w:rsidRPr="00933AD3" w:rsidRDefault="005517F9" w:rsidP="009409E7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The Board may arrange a meeting with the complainant if it considers such to be required.   The complainant would be entitled to be accompanied by a friend t any such meeting;</w:t>
      </w:r>
    </w:p>
    <w:p w:rsidR="005517F9" w:rsidRPr="00933AD3" w:rsidRDefault="005517F9" w:rsidP="009409E7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The meeting of the board of management referred to in (d) and (e) will take place within 10 days of the meeting referred to in 3.1 (b).</w:t>
      </w:r>
    </w:p>
    <w:p w:rsidR="005517F9" w:rsidRPr="00933AD3" w:rsidRDefault="005517F9" w:rsidP="009409E7">
      <w:pPr>
        <w:spacing w:after="0"/>
        <w:rPr>
          <w:sz w:val="24"/>
          <w:szCs w:val="24"/>
        </w:rPr>
      </w:pPr>
    </w:p>
    <w:p w:rsidR="005517F9" w:rsidRPr="00933AD3" w:rsidRDefault="005517F9" w:rsidP="009409E7">
      <w:pPr>
        <w:spacing w:after="0"/>
        <w:rPr>
          <w:b/>
          <w:sz w:val="24"/>
          <w:szCs w:val="24"/>
        </w:rPr>
      </w:pPr>
      <w:r w:rsidRPr="00933AD3">
        <w:rPr>
          <w:b/>
          <w:sz w:val="24"/>
          <w:szCs w:val="24"/>
        </w:rPr>
        <w:t>Stage 5</w:t>
      </w:r>
    </w:p>
    <w:p w:rsidR="005517F9" w:rsidRPr="00933AD3" w:rsidRDefault="005517F9" w:rsidP="009E315C">
      <w:pPr>
        <w:spacing w:after="0"/>
        <w:ind w:left="720" w:hanging="720"/>
        <w:rPr>
          <w:sz w:val="24"/>
          <w:szCs w:val="24"/>
        </w:rPr>
      </w:pPr>
      <w:r w:rsidRPr="00933AD3">
        <w:rPr>
          <w:sz w:val="24"/>
          <w:szCs w:val="24"/>
        </w:rPr>
        <w:t>5.1</w:t>
      </w:r>
      <w:r w:rsidRPr="00933AD3">
        <w:rPr>
          <w:sz w:val="24"/>
          <w:szCs w:val="24"/>
        </w:rPr>
        <w:tab/>
        <w:t xml:space="preserve">When the Board had completed its investigation, the chairperson should convey the </w:t>
      </w:r>
      <w:r>
        <w:rPr>
          <w:sz w:val="24"/>
          <w:szCs w:val="24"/>
        </w:rPr>
        <w:t xml:space="preserve">decision of the </w:t>
      </w:r>
      <w:r w:rsidRPr="00933AD3">
        <w:rPr>
          <w:sz w:val="24"/>
          <w:szCs w:val="24"/>
        </w:rPr>
        <w:t>Board in writing to the teacher and the complainant within 5 days of the meeting of the Board.</w:t>
      </w:r>
    </w:p>
    <w:p w:rsidR="005517F9" w:rsidRPr="00933AD3" w:rsidRDefault="005517F9" w:rsidP="009409E7">
      <w:p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5.2</w:t>
      </w:r>
      <w:r w:rsidRPr="00933AD3">
        <w:rPr>
          <w:sz w:val="24"/>
          <w:szCs w:val="24"/>
        </w:rPr>
        <w:tab/>
        <w:t>The decision of the Board shall be final.</w:t>
      </w:r>
    </w:p>
    <w:p w:rsidR="005517F9" w:rsidRPr="00933AD3" w:rsidRDefault="005517F9" w:rsidP="009409E7">
      <w:p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>5.3</w:t>
      </w:r>
      <w:r w:rsidRPr="00933AD3">
        <w:rPr>
          <w:sz w:val="24"/>
          <w:szCs w:val="24"/>
        </w:rPr>
        <w:tab/>
        <w:t>This Complaints Procedure shall be reviewed after three years;</w:t>
      </w:r>
    </w:p>
    <w:p w:rsidR="005517F9" w:rsidRPr="00933AD3" w:rsidRDefault="005517F9" w:rsidP="009E315C">
      <w:pPr>
        <w:spacing w:after="0"/>
        <w:ind w:left="720" w:hanging="720"/>
        <w:rPr>
          <w:sz w:val="24"/>
          <w:szCs w:val="24"/>
        </w:rPr>
      </w:pPr>
      <w:r w:rsidRPr="00933AD3">
        <w:rPr>
          <w:sz w:val="24"/>
          <w:szCs w:val="24"/>
        </w:rPr>
        <w:t>5.4</w:t>
      </w:r>
      <w:r w:rsidRPr="00933AD3">
        <w:rPr>
          <w:sz w:val="24"/>
          <w:szCs w:val="24"/>
        </w:rPr>
        <w:tab/>
        <w:t xml:space="preserve">CPSMA or INTO may withdraw from this agreement having given the other party 3 </w:t>
      </w:r>
      <w:r>
        <w:rPr>
          <w:sz w:val="24"/>
          <w:szCs w:val="24"/>
        </w:rPr>
        <w:t xml:space="preserve">months’ notice </w:t>
      </w:r>
      <w:r w:rsidRPr="00933AD3">
        <w:rPr>
          <w:sz w:val="24"/>
          <w:szCs w:val="24"/>
        </w:rPr>
        <w:t>of intention to do so.</w:t>
      </w:r>
    </w:p>
    <w:p w:rsidR="005517F9" w:rsidRPr="00933AD3" w:rsidRDefault="005517F9" w:rsidP="009409E7">
      <w:pPr>
        <w:spacing w:after="0"/>
        <w:rPr>
          <w:sz w:val="24"/>
          <w:szCs w:val="24"/>
        </w:rPr>
      </w:pPr>
    </w:p>
    <w:p w:rsidR="005517F9" w:rsidRPr="00933AD3" w:rsidRDefault="005517F9" w:rsidP="009409E7">
      <w:pPr>
        <w:spacing w:after="0"/>
        <w:rPr>
          <w:sz w:val="24"/>
          <w:szCs w:val="24"/>
        </w:rPr>
      </w:pPr>
      <w:r w:rsidRPr="00933AD3">
        <w:rPr>
          <w:sz w:val="24"/>
          <w:szCs w:val="24"/>
        </w:rPr>
        <w:tab/>
        <w:t>(In this agreement ‘days’ means school days).</w:t>
      </w:r>
    </w:p>
    <w:p w:rsidR="005517F9" w:rsidRDefault="005517F9" w:rsidP="009409E7">
      <w:pPr>
        <w:spacing w:after="0"/>
        <w:rPr>
          <w:sz w:val="20"/>
          <w:szCs w:val="20"/>
        </w:rPr>
      </w:pPr>
    </w:p>
    <w:p w:rsidR="005517F9" w:rsidRDefault="005517F9"/>
    <w:sectPr w:rsidR="005517F9" w:rsidSect="00926C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357CA"/>
    <w:multiLevelType w:val="hybridMultilevel"/>
    <w:tmpl w:val="4D369EBC"/>
    <w:lvl w:ilvl="0" w:tplc="18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1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3175C6E"/>
    <w:multiLevelType w:val="multilevel"/>
    <w:tmpl w:val="658AC856"/>
    <w:lvl w:ilvl="0">
      <w:start w:val="1"/>
      <w:numFmt w:val="decimal"/>
      <w:lvlText w:val="%1"/>
      <w:lvlJc w:val="left"/>
      <w:pPr>
        <w:ind w:left="735" w:hanging="7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35" w:hanging="7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35" w:hanging="73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35" w:hanging="735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35" w:hanging="735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">
    <w:nsid w:val="72FB5AB3"/>
    <w:multiLevelType w:val="hybridMultilevel"/>
    <w:tmpl w:val="FA1ED9C8"/>
    <w:lvl w:ilvl="0" w:tplc="E8F0EEE2">
      <w:start w:val="1"/>
      <w:numFmt w:val="lowerLetter"/>
      <w:lvlText w:val="(%1)"/>
      <w:lvlJc w:val="left"/>
      <w:pPr>
        <w:ind w:left="1080" w:hanging="360"/>
      </w:pPr>
      <w:rPr>
        <w:rFonts w:cs="Times New Roman"/>
      </w:rPr>
    </w:lvl>
    <w:lvl w:ilvl="1" w:tplc="1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09E7"/>
    <w:rsid w:val="004F7CB3"/>
    <w:rsid w:val="005517F9"/>
    <w:rsid w:val="00572D98"/>
    <w:rsid w:val="0072121D"/>
    <w:rsid w:val="00926C16"/>
    <w:rsid w:val="00933AD3"/>
    <w:rsid w:val="009409E7"/>
    <w:rsid w:val="009E315C"/>
    <w:rsid w:val="00AD5966"/>
    <w:rsid w:val="00C74AFE"/>
    <w:rsid w:val="00F46472"/>
    <w:rsid w:val="00F82B1F"/>
    <w:rsid w:val="00FF3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C16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409E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409E7"/>
    <w:pPr>
      <w:ind w:left="720"/>
      <w:contextualSpacing/>
    </w:pPr>
    <w:rPr>
      <w:lang w:val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psma.i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636</Words>
  <Characters>3629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feargalh</dc:creator>
  <cp:keywords/>
  <dc:description/>
  <cp:lastModifiedBy>Feargal</cp:lastModifiedBy>
  <cp:revision>9</cp:revision>
  <dcterms:created xsi:type="dcterms:W3CDTF">2013-03-01T13:49:00Z</dcterms:created>
  <dcterms:modified xsi:type="dcterms:W3CDTF">2014-11-13T12:12:00Z</dcterms:modified>
</cp:coreProperties>
</file>